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2ADBE" w14:textId="77777777" w:rsidR="00D05819" w:rsidRPr="00D05819" w:rsidRDefault="00D05819" w:rsidP="00D0581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0581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SARS-CoV-2/human/USA/KY-GD_02040/2021, complete genome</w:t>
      </w:r>
    </w:p>
    <w:p w14:paraId="07403156" w14:textId="77777777" w:rsidR="00D05819" w:rsidRPr="00D05819" w:rsidRDefault="00D05819" w:rsidP="00D058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t>GenBank: OM918478.1</w:t>
      </w:r>
    </w:p>
    <w:p w14:paraId="44B16584" w14:textId="77777777" w:rsidR="00D05819" w:rsidRPr="00D05819" w:rsidRDefault="00D05819" w:rsidP="00D058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"https://www.ncbi.nlm.nih.gov/nuccore/OM918478.1?report=fasta" </w:instrTex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58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"https://www.ncbi.nlm.nih.gov/nuccore/OM918478.1?report=graph" </w:instrTex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58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18478.1"/>
    <w:bookmarkEnd w:id="1"/>
    <w:p w14:paraId="64905869" w14:textId="77777777" w:rsidR="00D05819" w:rsidRPr="00D05819" w:rsidRDefault="00D05819" w:rsidP="00D0581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"https://www.ncbi.nlm.nih.gov/nuccore/OM918478.1" \l "goto2204028285_0" </w:instrTex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58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058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09C9D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LOCUS       OM918478               29689 bp    RNA     linear   VRL 05-MAR-2022</w:t>
      </w:r>
    </w:p>
    <w:p w14:paraId="635B730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659F0C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SARS-CoV-2/human/USA/KY-GD_02040/2021, complete genome.</w:t>
      </w:r>
    </w:p>
    <w:p w14:paraId="0376AC1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ACCESSION   OM918478</w:t>
      </w:r>
    </w:p>
    <w:p w14:paraId="7AB548E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VERSION     OM918478.1</w:t>
      </w:r>
    </w:p>
    <w:p w14:paraId="17BB59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96B464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7470E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1D317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BFF04A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1619E5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904EB4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29689)</w:t>
      </w:r>
    </w:p>
    <w:p w14:paraId="4CC354B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Hudson,E., Lauer,W., Canner,J.P., Walker,R., Chariker,J.H.,</w:t>
      </w:r>
    </w:p>
    <w:p w14:paraId="7C96D55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Neupane,A., Rouchka,E.C. and Smith,M.L.</w:t>
      </w:r>
    </w:p>
    <w:p w14:paraId="4184308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74723B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(05-MAR-2022) Biochemistry and Molecular Genetics,</w:t>
      </w:r>
    </w:p>
    <w:p w14:paraId="4F32919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Louisville, 522 East Gray Street, Louisville, KY</w:t>
      </w:r>
    </w:p>
    <w:p w14:paraId="6208A48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40292, USA</w:t>
      </w:r>
    </w:p>
    <w:p w14:paraId="009C91E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18478.1"/>
      <w:bookmarkEnd w:id="2"/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1953F7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SMRTLink HiFi Viral SARS-CoV-2 pipeline v.</w:t>
      </w:r>
    </w:p>
    <w:p w14:paraId="25B103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10.2</w:t>
      </w:r>
    </w:p>
    <w:p w14:paraId="12EEF54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7444131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9C882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18478.1"/>
      <w:bookmarkEnd w:id="3"/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20CE2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1..29689</w:t>
      </w:r>
    </w:p>
    <w:p w14:paraId="5790D99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AF7B38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BAFBED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03985A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/isolate="SARS-CoV-2/human/USA/KY-GD_02040/2021"</w:t>
      </w:r>
    </w:p>
    <w:p w14:paraId="19C8B34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439193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2E06C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A2DD7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2117771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1C3FE10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"https://www.ncbi.nlm.nih.gov/nuccore/OM918478.1?from=164&amp;to=21441"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59A7B9A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8B2BA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"https://www.ncbi.nlm.nih.gov/nuccore/OM918478.1?location=164:13354,13354:21441"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00160DD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DD41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5E27C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2A132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C2EA38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"https://www.ncbi.nlm.nih.gov/protein/2204028286"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UMP59567.1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4447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73768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9729E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2E7AD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2BB61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F47ED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B3080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489DA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D431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57E0F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02164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14395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E8E4F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A3FB0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E2BA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D2324D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4995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F9A60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62E91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294873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1553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PLLSAGIFGADPIHFLRVCVDTVRTNVYLAVFDKNLYDKLVSSFLEMKSEKQVEQKIA</w:t>
      </w:r>
    </w:p>
    <w:p w14:paraId="7838F5B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3802D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D2C2E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8C2A5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40AF8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99E3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C1ED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BE31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7B4A0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D520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47F7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50F5FBA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C4BC1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16FB61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A84E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CA9C1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D3C0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91AD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0C8CF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2D332F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B577D9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679920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E3C24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A1E0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3A41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AE1B0C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46E28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D6D768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B686A3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FBF85A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77A1B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585182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DFD06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EE212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1FB469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CFC4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A6E55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DB839F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94243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13D9B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37DE2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5F818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FA2B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5ACFE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3E6C8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B8120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B988B2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61E631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6CCCE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A25D5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88BD37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3B455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7DF98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37FBC8F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5A97E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B818A4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3A1883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6F3DDC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4900A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4FAA5A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EB1A8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0AC1FD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64F3F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93465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A24853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616FDF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B1A0A7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10FEB8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ACC007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F3A04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FBE5E5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5368B2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884EC3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E67221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594C9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80F26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844D29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34FDFB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A4763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FC6B9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5BA3C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4A736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DD81F0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72AD5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149176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C13752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1813AF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5C111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AC7F15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382CB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BC7F9D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1C7FB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005746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C4EFA7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CEBABC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1829D77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83CF3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55D648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AE674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618A36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A41FAE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043C1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27419B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"https://www.ncbi.nlm.nih.gov/protein/UMP59567.1?from=1&amp;to=180"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5B0B28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9C1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F5FFF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"https://www.ncbi.nlm.nih.gov/protein/UMP59567.1?from=181&amp;to=818"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6A68EB8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0D3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6F90F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"https://www.ncbi.nlm.nih.gov/protein/UMP59567.1?from=819&amp;to=2762"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0719AB2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7B2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295F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"https://www.ncbi.nlm.nih.gov/protein/UMP59567.1?from=2763&amp;to=3262"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243843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7D1F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422CE4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"https://www.ncbi.nlm.nih.gov/protein/UMP59567.1?from=3263&amp;to=3568"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264F6E9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51EA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AC554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"https://www.ncbi.nlm.nih.gov/protein/UMP59567.1?from=3569&amp;to=3855"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7B51B1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2F50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1E44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"https://www.ncbi.nlm.nih.gov/protein/UMP59567.1?from=3856&amp;to=3938"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644784A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8CFD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0B18E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"https://www.ncbi.nlm.nih.gov/protein/UMP59567.1?from=3939&amp;to=4136"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13C7BBB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9859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05F1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"https://www.ncbi.nlm.nih.gov/protein/UMP59567.1?from=4137&amp;to=4249"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5C1FF5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0FBF3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284E3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"https://www.ncbi.nlm.nih.gov/protein/UMP59567.1?from=4250&amp;to=4388"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794C8F2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BE35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EC7DD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"https://www.ncbi.nlm.nih.gov/protein/UMP59567.1?from=4389&amp;to=5320"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44A515D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2FC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0D4BA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"https://www.ncbi.nlm.nih.gov/protein/UMP59567.1?from=5321&amp;to=5921"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7C1245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3FEFBF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815C2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"https://www.ncbi.nlm.nih.gov/protein/UMP59567.1?from=5922&amp;to=6448"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05C7D5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BDC7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F55F5F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"https://www.ncbi.nlm.nih.gov/protein/UMP59567.1?from=6449&amp;to=6794"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3FC9965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9556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C6D58E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"https://www.ncbi.nlm.nih.gov/protein/UMP59567.1?from=6795&amp;to=7092"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29F8A0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4C22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2DA485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"https://www.ncbi.nlm.nih.gov/nuccore/OM918478.1?from=164&amp;to=13369"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6B16CF9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7538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BB99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EEB7A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"https://www.ncbi.nlm.nih.gov/protein/2204028287"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UMP59568.1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0900C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707E9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B5DA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95B47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3831D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DCAFF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576CA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F0E9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3837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AA33E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9634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70CD0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5769E7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AA577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E9F2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90DDD2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E948A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96013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B8A7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70ACFC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4D29A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PLLSAGIFGADPIHFLRVCVDTVRTNVYLAVFDKNLYDKLVSSFLEMKSEKQVEQKIA</w:t>
      </w:r>
    </w:p>
    <w:p w14:paraId="0E8D68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FF6A9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EA843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2E6A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AB730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6875A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3D75BA7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8804A2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AA17A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45A5F2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01FE5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98723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7915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40A57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18EBE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61EA16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022FE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82C2E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87C56E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51F029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1B2009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CD761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39783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CC611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595749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A630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9BA2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0BDB19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8523A9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9F1CD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22E1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32444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871D1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736BF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01C5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30D8E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2C460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F8883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3257A4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D0E5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0D253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5A9CB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3A95D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93E50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C6EC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5F6C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9E4FC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B0005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B0B13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2FDD1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E4B875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2941DF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4DCB1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752D1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04E946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9F37B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4291F3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"https://www.ncbi.nlm.nih.gov/protein/UMP59568.1?from=1&amp;to=180"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189FD34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7A2C0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7F705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"https://www.ncbi.nlm.nih.gov/protein/UMP59568.1?from=181&amp;to=818"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3AABD7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0BB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A582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"https://www.ncbi.nlm.nih.gov/protein/UMP59568.1?from=819&amp;to=2762"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2E9E7F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855AC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F9310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"https://www.ncbi.nlm.nih.gov/protein/UMP59568.1?from=2763&amp;to=3262"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49DBC3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9F1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BD8D0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"https://www.ncbi.nlm.nih.gov/protein/UMP59568.1?from=3263&amp;to=3568"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73D90E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1C81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66CC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"https://www.ncbi.nlm.nih.gov/protein/UMP59568.1?from=3569&amp;to=3855"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76BDBE9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45F29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7839D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"https://www.ncbi.nlm.nih.gov/protein/UMP59568.1?from=3856&amp;to=3938"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454F9C4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C6D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650F1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"https://www.ncbi.nlm.nih.gov/protein/UMP59568.1?from=3939&amp;to=4136"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0100EA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2675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82254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"https://www.ncbi.nlm.nih.gov/protein/UMP59568.1?from=4137&amp;to=4249"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64DD097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2102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F15D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"https://www.ncbi.nlm.nih.gov/protein/UMP59568.1?from=4250&amp;to=4388"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57AD908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DC0A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1241F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"https://www.ncbi.nlm.nih.gov/protein/UMP59568.1?from=4389&amp;to=4401"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51CFEBF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D078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33780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"https://www.ncbi.nlm.nih.gov/nuccore/OM918478.1?from=13362&amp;to=13389"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53446F5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F2F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878A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D941B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"https://www.ncbi.nlm.nih.gov/nuccore/OM918478.1?from=13374&amp;to=13428"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1EBAF4E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3143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3B86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99C2FA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"https://www.ncbi.nlm.nih.gov/nuccore/OM918478.1?from=21449&amp;to=25264"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21449..25264</w:t>
      </w:r>
    </w:p>
    <w:p w14:paraId="47DC36C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2DB9A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"https://www.ncbi.nlm.nih.gov/nuccore/OM918478.1?from=21449&amp;to=25264"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21449..25264</w:t>
      </w:r>
    </w:p>
    <w:p w14:paraId="0338C55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F85E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9375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5DC9A0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"https://www.ncbi.nlm.nih.gov/protein/2204028288"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UMP59569.1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0E23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867B83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E129A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C5AFE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2CF8FEF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675A145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05CBE3F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PFDEVFNATKFASVYAWNRKRISNCVADYSVLYNLAPFFTFKCYGVSPTKLNDLCFTN</w:t>
      </w:r>
    </w:p>
    <w:p w14:paraId="79F54CB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528C644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6EF04F0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1415ED0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28332C0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4E2D57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3C76F1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3A2181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326CA3A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0CCE1E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5A86F4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066CF49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1CF1109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671542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35B347B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39D2339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5012A72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"https://www.ncbi.nlm.nih.gov/nuccore/OM918478.1?from=25273&amp;to=26100"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25273..26100</w:t>
      </w:r>
    </w:p>
    <w:p w14:paraId="76A2BDC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579A3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"https://www.ncbi.nlm.nih.gov/nuccore/OM918478.1?from=25273&amp;to=26100"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25273..26100</w:t>
      </w:r>
    </w:p>
    <w:p w14:paraId="27C413D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3ABDA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089BA1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EB577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"https://www.ncbi.nlm.nih.gov/protein/2204028289"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UMP59570.1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C48C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95809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178E61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20579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CE695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6AC351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"https://www.ncbi.nlm.nih.gov/nuccore/OM918478.1?from=26125&amp;to=26352"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26125..26352</w:t>
      </w:r>
    </w:p>
    <w:p w14:paraId="777E020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1FF63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"https://www.ncbi.nlm.nih.gov/nuccore/OM918478.1?from=26125&amp;to=26352"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26125..26352</w:t>
      </w:r>
    </w:p>
    <w:p w14:paraId="3D35A6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53761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E7710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3E81DB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"https://www.ncbi.nlm.nih.gov/protein/2204028290"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UMP59571.1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C8DF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727B30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90C8F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"https://www.ncbi.nlm.nih.gov/nuccore/OM918478.1?from=26403&amp;to=27071"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26403..27071</w:t>
      </w:r>
    </w:p>
    <w:p w14:paraId="41DF82E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6AEBC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"https://www.ncbi.nlm.nih.gov/nuccore/OM918478.1?from=26403&amp;to=27071"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26403..27071</w:t>
      </w:r>
    </w:p>
    <w:p w14:paraId="6888247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ECB6B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2B36A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9DC247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"https://www.ncbi.nlm.nih.gov/protein/2204028291"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UMP59572.1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6EEE5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3BAAA5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B26B07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64D8B2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E0CFB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68D19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"https://www.ncbi.nlm.nih.gov/nuccore/OM918478.1?from=27082&amp;to=27267"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27082..27267</w:t>
      </w:r>
    </w:p>
    <w:p w14:paraId="7E1795D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DD4E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"https://www.ncbi.nlm.nih.gov/nuccore/OM918478.1?from=27082&amp;to=27267"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27082..27267</w:t>
      </w:r>
    </w:p>
    <w:p w14:paraId="6A09F70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5617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CE0C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BBD1C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"https://www.ncbi.nlm.nih.gov/protein/2204028292"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UMP59573.1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C2D3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8FAF6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6482E2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"https://www.ncbi.nlm.nih.gov/nuccore/OM918478.1?from=27274&amp;to=27639"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27274..27639</w:t>
      </w:r>
    </w:p>
    <w:p w14:paraId="0A1E4E3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AAECC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"https://www.ncbi.nlm.nih.gov/nuccore/OM918478.1?from=27274&amp;to=27639"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27274..27639</w:t>
      </w:r>
    </w:p>
    <w:p w14:paraId="034B01A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8B890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714F38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9CFDAC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"https://www.ncbi.nlm.nih.gov/protein/2204028293"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UMP59574.1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0A23B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E083E1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D434E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A27634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"https://www.ncbi.nlm.nih.gov/nuccore/OM918478.1?from=27636&amp;to=27767"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27636..27767</w:t>
      </w:r>
    </w:p>
    <w:p w14:paraId="3418B8B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7426F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"https://www.ncbi.nlm.nih.gov/nuccore/OM918478.1?from=27636&amp;to=27767"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27636..27767</w:t>
      </w:r>
    </w:p>
    <w:p w14:paraId="0A07B8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44DB1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956F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8DE78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UMP59575.1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D258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98BFC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"https://www.ncbi.nlm.nih.gov/nuccore/OM918478.1?from=27774&amp;to=28139"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27774..28139</w:t>
      </w:r>
    </w:p>
    <w:p w14:paraId="0002C48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3A83E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"https://www.ncbi.nlm.nih.gov/nuccore/OM918478.1?from=27774&amp;to=28139"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27774..28139</w:t>
      </w:r>
    </w:p>
    <w:p w14:paraId="30E3F1D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C29FF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0CBE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41B6E0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UMP59576.1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9E2B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25B088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62130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80EF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"https://www.ncbi.nlm.nih.gov/nuccore/OM918478.1?from=28154&amp;to=29404"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28154..29404</w:t>
      </w:r>
    </w:p>
    <w:p w14:paraId="576CFF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94F32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"https://www.ncbi.nlm.nih.gov/nuccore/OM918478.1?from=28154&amp;to=29404"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28154..29404</w:t>
      </w:r>
    </w:p>
    <w:p w14:paraId="6C420A9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9C5B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64B85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4005C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"https://www.ncbi.nlm.nih.gov/protein/2204028296"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UMP59577.1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F559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B74777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E1844E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41769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35F27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A493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DC3489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C5A2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3EF3F5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"https://www.ncbi.nlm.nih.gov/nuccore/OM918478.1?from=29429&amp;to=29545"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29429..29545</w:t>
      </w:r>
    </w:p>
    <w:p w14:paraId="3C5E5D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35D07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"https://www.ncbi.nlm.nih.gov/nuccore/OM918478.1?from=29429&amp;to=29545"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29429..29545</w:t>
      </w:r>
    </w:p>
    <w:p w14:paraId="2A8A49D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163F2E7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787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541F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"https://www.ncbi.nlm.nih.gov/protein/2204028297"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UMP59578.1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4183A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6527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"https://www.ncbi.nlm.nih.gov/nuccore/OM918478.1?from=29480&amp;to=29515"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29480..29515</w:t>
      </w:r>
    </w:p>
    <w:p w14:paraId="76B8177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690E9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C609E8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"https://www.ncbi.nlm.nih.gov/nuccore/OM918478.1?from=29500&amp;to=29528"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29500..29528</w:t>
      </w:r>
    </w:p>
    <w:p w14:paraId="31AE705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17B40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618F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"https://www.ncbi.nlm.nih.gov/nuccore/OM918478.1?from=29599&amp;to=29639" </w:instrTex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58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29599..29639</w:t>
      </w:r>
    </w:p>
    <w:p w14:paraId="2DD4056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E0F02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56AD66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18478.1"/>
      <w:bookmarkEnd w:id="4"/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6EB0D28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1089C1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0FDC2B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0C6FC5D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37069B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138A82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43BC981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3523FB1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4065169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0120B29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5E71125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32DA781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023EDF4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410892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00E7B9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54CDAF0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71C1575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213FC2A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261C314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229A4C4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146C119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10EB754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33FEA0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4A5B413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29E1B99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539AA5A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6ED308C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3103E0A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tggtaatttt aaagttacaa aaggaaaagc taaaaaaggt gcctggaata ttggtgaaca</w:t>
      </w:r>
    </w:p>
    <w:p w14:paraId="7CCF43C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36674D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34125A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3F31CB7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7456F35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46C20E0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1DA1BA1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606D45D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5B1C62F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6B0DFAE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125FEB0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04C752E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acttcccaca gaagtgttaa cagaggaagt tgtcttgaaa actggtgatt tacaaccatt</w:t>
      </w:r>
    </w:p>
    <w:p w14:paraId="6DC4B4C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2E57DAA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7B6B56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5FDFDB8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29F4D56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30AACB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234218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39B8903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7880734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72D25B1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0AFCFFC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26ED7CB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7FD54E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352D461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24E6D2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462AF7A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796C80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528A10A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15AEB1F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69EE008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cattttttaa gagtttgtgt</w:t>
      </w:r>
    </w:p>
    <w:p w14:paraId="6A975D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4BE1B6D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2D305E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33ADD7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2F3FF7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440CB9D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3742C78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17ED25A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7FCAB7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1EE54A4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taaaaagtgt aaaagtgcct tttacattct accatctatt atctctaatg agaagcaaga</w:t>
      </w:r>
    </w:p>
    <w:p w14:paraId="5D5F3D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29C5D67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25C29EE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3657CD4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616BEFB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04D748A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520AB8A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0059FEC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178F45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6E69FD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7341CD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3E82E25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gtcaatgaca tatggacaac agtttggtcc aacttatttg gatggagctg atgttactaa</w:t>
      </w:r>
    </w:p>
    <w:p w14:paraId="3E30E0D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742F7B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5C98B8A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69F05CC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4524C33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2E611AC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5E4CEDF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4851832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7A2257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1291EF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03ACA44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1126A5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12A8602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607D1ED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3B150F2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31F3E87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752B1DF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122A423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7A39E5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1A31FCC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0ABB62B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51C5F89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32DDAB7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7D07D7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30E0AA0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35E8576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2D6E5B2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7DAC5C6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5861EF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402172A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ttctagaatt aaagcatcta tgccgactac tatagcaaag aatactgtta agagtgtcgg</w:t>
      </w:r>
    </w:p>
    <w:p w14:paraId="5E39552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588582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14F127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029141C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1995931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1A388F6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06E16BA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10EBE9B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4571071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1C29C4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095FEB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3FD29A9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taatggtgtt agaaggtcct tttatgtcta tgctaatgga ggtaaaggct tttgcaaact</w:t>
      </w:r>
    </w:p>
    <w:p w14:paraId="0D80DC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239EF2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23D94CC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6263455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1568B6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6D39FB9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64769CC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3568BFE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0E95E8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281157B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3C5FE83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465D72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0A04729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67AD09B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745A527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4819DC9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2331875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3E211A2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16F5EB7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73571A2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6F92656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5E487B7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1DB5E28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65C0C59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2F6801B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441608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1C4EBDC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13D356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2DA0E91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111AB2E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tactaatatg tttacaccac taattcaacc tattggtgct ttggacatat cagcatctat</w:t>
      </w:r>
    </w:p>
    <w:p w14:paraId="484F284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1FCA1BF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27A0A91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59833AE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1A76C90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5A0B75C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04B2116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3E52B2E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05A50B0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27A4C23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76BC8EE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3AC402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aaaaatggca ttcccatctg gtaaagttga gggttgtatg gtacaagtaa cttgtggtac</w:t>
      </w:r>
    </w:p>
    <w:p w14:paraId="0C9157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3ED371A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50BBB59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4C3306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5C886F8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792AB7D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76DCEA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141F563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113BC6A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3D4128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07AFE8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0267CA1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62BFD6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74A2398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0E8589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33F3C4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29BD85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66ABD23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68AC55E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36687B8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6157A0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79A7647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25C5E57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34012E4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2C59DD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0E879AD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034CBFA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3260C8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45FD77F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27F142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agtcttactc tcagttttgc aacaactcag agtagaatca tcatctaaat tgtgggctca</w:t>
      </w:r>
    </w:p>
    <w:p w14:paraId="6D87C8E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0D3301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78BE7C3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3EAF48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65831B6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71BE944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374C71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0AA6E95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40516F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0F3693A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3BCBF41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1A5F0E1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acttagtgaa attagtatgg acaattcacc taatttagca tggcctctta ttgtaacagc</w:t>
      </w:r>
    </w:p>
    <w:p w14:paraId="4BAB46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04AEB4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3D4078A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6D6085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2AFD47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51B2CAF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5321B59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4F3FEA0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6201BA4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7754F8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11D9F91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7234A8F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6942D0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434628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75811AF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74F4924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659BB2A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2122D32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500AF7A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4FCC7B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72A6997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7C5A913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3982F31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6FB4345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6F489A8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4F5E5F8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72848AF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61D3673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062C7CC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73BBD48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acagtgttcc cacttacaag ttttggacca ctagtgagaa aaatatttgt tgatggtgtt</w:t>
      </w:r>
    </w:p>
    <w:p w14:paraId="07D5310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18C5FE3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7EB600F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2750933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592BC24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7EC9D55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200A74D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4C31879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232C899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7EA86EB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1EABD65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414AB7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ggtgtctcta tctgtagtac tatgaccaat agacagtttc atcaaaaatt attgaaatca</w:t>
      </w:r>
    </w:p>
    <w:p w14:paraId="6A733D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6216E90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23F62E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366FFFF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01BC7FD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37819A1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02018B0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103E484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4067BE5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66FEB5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54932B4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2CF067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1DB083F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17C3C9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4D11C45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3DA519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01D937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05458D9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5855F2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743BD05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35B48C9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6A8382B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523A368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1E4A3A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20C068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1087357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2E1B652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6C058A1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2B8ED8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2205A8E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ctgacatcac atacagtaat gccattaagt gcacctacac tagtgccaca agagcactat</w:t>
      </w:r>
    </w:p>
    <w:p w14:paraId="4E2C792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1B2FEC7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188E4B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25F033B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0AFBF5C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7F0FA88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16C144D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0F79F6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54FF8C0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6AAC581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70BC38E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7FDEF75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aaatcagctc aatgctttaa aatgttttat aagggtgtta tcacgcatga tgtttcatct</w:t>
      </w:r>
    </w:p>
    <w:p w14:paraId="27C48CB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3A5731E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3E225A9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46F9128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5C4821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56354E6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560D4F7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57AE226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4E69CC2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4BC93F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02A6E99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585C85B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7083D1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0BFD4F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0FE816B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55BB5DC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1008FD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43EDF9B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1B90A14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1688713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0B6D3D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78E8B8F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130DA1B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0D02DC2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41C48DB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2C7EC0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15AA542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426BE5A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40558D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2D18FE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gtaccactaa agtctgctac gtgtataaca cgttgcaatt taggtggtgc tgtctgtaga</w:t>
      </w:r>
    </w:p>
    <w:p w14:paraId="32DB34E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1E8A2D4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35F7098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6136587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7CED8D5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405381C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5EA71E1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4C3A2DE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6F00A1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06354C5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45BF6B0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5B7973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tataagaaag ttgatggtgt tgtccaacaa ttacctgaaa cttactttac tcagagtaga</w:t>
      </w:r>
    </w:p>
    <w:p w14:paraId="5D503FA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6AA5C65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74B638E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0DB15B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680C002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2F6E45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347623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3334167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704D90A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6AB2C82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67B4913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15332AF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6705277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4BC7EE3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500AF3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4F29539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7F78D47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597CE3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27365D8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6BADDD8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0819533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4E99916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746D3B3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1D85C2C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ttctagtcag tgtgttaatc ttacaaccag aactcaatta ccccctgcat acactaattc</w:t>
      </w:r>
    </w:p>
    <w:p w14:paraId="2F8D909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64F03A2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6EF3F9C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20C3358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7BE9E9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57C0913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tcaattttgt aatgatccat ttttggacca caaaaacaac aaaagttgga tggaaagtga</w:t>
      </w:r>
    </w:p>
    <w:p w14:paraId="11902D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632B496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0EAC8F2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attaatttag tgcgtgagcc</w:t>
      </w:r>
    </w:p>
    <w:p w14:paraId="0CFB7EC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agaagatctc cctcagggtt tttcggcttt agaaccattg gtagatttgc caataggtat</w:t>
      </w:r>
    </w:p>
    <w:p w14:paraId="273AEB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taacatcact aggtttcaaa ctttacttgc tttacataga agttatttga ctcctggtga</w:t>
      </w:r>
    </w:p>
    <w:p w14:paraId="1A603C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ttcttcttca ggttggacag ctggtgctgc agcttattat gtgggttatc ttcaacctag</w:t>
      </w:r>
    </w:p>
    <w:p w14:paraId="7909B8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gacttttcta ttaaaatata atgaaaatgg aaccattaca gatgctgtag actgtgcact</w:t>
      </w:r>
    </w:p>
    <w:p w14:paraId="04F3194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tgaccctctc tcagaaacaa agtgtacgtt gaaatccttc actgtagaaa aaggaatcta</w:t>
      </w:r>
    </w:p>
    <w:p w14:paraId="7D1DDA4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tcaaacttct aactttagag tccaaccaac agaatctatt gttagatttc ctaatattac</w:t>
      </w:r>
    </w:p>
    <w:p w14:paraId="7D4B26E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aaacttgtgc ccttttgatg aagtttttaa cgccaccaaa tttgcatctg tttatgcttg</w:t>
      </w:r>
    </w:p>
    <w:p w14:paraId="471FB7B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gaacaggaag agaatcagca actgtgttgc tgattattct gtcctatata atctcgcacc</w:t>
      </w:r>
    </w:p>
    <w:p w14:paraId="26D6EA6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atttttcact tttaagtgtt atggagtgtc tcctactaaa ttaaatgatc tctgctttac</w:t>
      </w:r>
    </w:p>
    <w:p w14:paraId="1DEC2B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taatgtctat gcagattcat ttgtaattag aggtgatgaa gtcagacaaa tcgctccagg</w:t>
      </w:r>
    </w:p>
    <w:p w14:paraId="084891D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gcaaactgga aatattgctg attataatta taaattacca gatgatttta caggctgcgt</w:t>
      </w:r>
    </w:p>
    <w:p w14:paraId="630F8CA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tatagcttgg aattctaaca agcttgattc taaggttagt ggtaattata attacctgta</w:t>
      </w:r>
    </w:p>
    <w:p w14:paraId="6694525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tagattgttt aggaagtcta atctcaaacc ttttgagaga gatatttcaa ctgaaatcta</w:t>
      </w:r>
    </w:p>
    <w:p w14:paraId="6328963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tcaggccggt aacaaacctt gtaatggtgt tgcaggtttt aattgttact ttcctttacg</w:t>
      </w:r>
    </w:p>
    <w:p w14:paraId="2718CE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atcatatagt ttccgaccca cttatggtgt tggtcaccaa ccatacagag tagtagtact</w:t>
      </w:r>
    </w:p>
    <w:p w14:paraId="7DAE0FA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ttcttttgaa cttctacatg caccagcaac tgtttgtgga cctaaaaagt ctactaattt</w:t>
      </w:r>
    </w:p>
    <w:p w14:paraId="199C14D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ggttaaaaac aaatgtgtca atttcaactt caatggttta aaaggcacag gtgttcttac</w:t>
      </w:r>
    </w:p>
    <w:p w14:paraId="13D7A65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tgagtctaac aaaaagtttc tgcctttcca acaatttggc agagacattg ctgacactac</w:t>
      </w:r>
    </w:p>
    <w:p w14:paraId="531425B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tgatgctgtc cgtgatccac agacacttga gattcttgac attacaccat gttcttttgg</w:t>
      </w:r>
    </w:p>
    <w:p w14:paraId="46F8222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tggtgtcagt gttataacac caggaacaaa tacttctaac caggttgctg ttctttatca</w:t>
      </w:r>
    </w:p>
    <w:p w14:paraId="38439E0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gggtgttaac tgcacagaag tccctgttgc tattcatgca gatcaactta ctcctacttg</w:t>
      </w:r>
    </w:p>
    <w:p w14:paraId="1512DE5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gcgtgtttat tctacaggtt ctaatgtttt tcaaacacgt gcaggctgtt taataggggc</w:t>
      </w:r>
    </w:p>
    <w:p w14:paraId="0FE8A15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tgaatatgtc aacaactcat atgagtgtga catacccatt ggtgcaggta tatgcgctag</w:t>
      </w:r>
    </w:p>
    <w:p w14:paraId="6A82A2D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ttatcagact cagactaagt ctcatcggcg ggcacgtagt gtagctagtc aatccatcat</w:t>
      </w:r>
    </w:p>
    <w:p w14:paraId="30AD948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tgcctacact atgtcacttg gtgcagaaaa ttcagttgct tactctaata actctattgc</w:t>
      </w:r>
    </w:p>
    <w:p w14:paraId="0E26EB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catacccaca aattttacta ttagtgttac cacagaaatt ctaccagtgt ctatgaccaa</w:t>
      </w:r>
    </w:p>
    <w:p w14:paraId="0625C17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gacatcagta gattgtacaa tgtacatttg tggtgattca actgaatgca gcaatctttt</w:t>
      </w:r>
    </w:p>
    <w:p w14:paraId="717C4AB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gttgcaatat ggcagttttt gtacacaatt aaaacgtgct ttaactggaa tagctgttga</w:t>
      </w:r>
    </w:p>
    <w:p w14:paraId="484A85A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acaagacaaa aacacccaag aagtttttgc acaagtcaaa caaatttaca aaacaccacc</w:t>
      </w:r>
    </w:p>
    <w:p w14:paraId="6DF61C3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aattaaatat tttggtggtt ttaatttttc acaaatatta ccagatccat caaaaccaag</w:t>
      </w:r>
    </w:p>
    <w:p w14:paraId="15A5BEA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caagaggtca tttattgaag atctactttt caacaaagtg acacttgcag atgctggctt</w:t>
      </w:r>
    </w:p>
    <w:p w14:paraId="128EED2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catcaaacaa tatggtgatt gccttggtga tattgctgct agagacctca tttgtgcaca</w:t>
      </w:r>
    </w:p>
    <w:p w14:paraId="102C894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aaagtttaaa ggccttactg ttttgccacc tttgctcaca gatgaaatga ttgctcaata</w:t>
      </w:r>
    </w:p>
    <w:p w14:paraId="179BEED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cacttctgca ctgttagcgg gtacaatcac ttctggttgg acctttggtg caggtgctgc</w:t>
      </w:r>
    </w:p>
    <w:p w14:paraId="5425A95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attacaaata ccatttgcta tgcaaatggc ttataggttt aatggtattg gagttacaca</w:t>
      </w:r>
    </w:p>
    <w:p w14:paraId="43DE00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gaatgttctc tatgagaacc aaaaattgat tgccaaccaa tttaatagtg ctattggcaa</w:t>
      </w:r>
    </w:p>
    <w:p w14:paraId="36D20A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aattcaagac tcactttctt ccacagcaag tgcacttgga aaacttcaag atgtggtcaa</w:t>
      </w:r>
    </w:p>
    <w:p w14:paraId="32F228E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ccataatgca caagctttaa acacgcttgt taaacaactt agctccaaat ttggtgcaat</w:t>
      </w:r>
    </w:p>
    <w:p w14:paraId="0F1833F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ttcaagtgtt ttaaatgata tcttttcacg tcttgacaaa gttgaggctg aagtgcaaat</w:t>
      </w:r>
    </w:p>
    <w:p w14:paraId="2E8F0D0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tgataggttg atcacaggca gacttcaaag tttgcagaca tatgtgactc aacaattaat</w:t>
      </w:r>
    </w:p>
    <w:p w14:paraId="40F2E3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tagagctgca gaaatcagag cttctgctaa tcttgctgct actaaaatgt cagagtgtgt</w:t>
      </w:r>
    </w:p>
    <w:p w14:paraId="412127B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acttggacaa tcaaaaagag ttgatttttg tggaaagggc tatcatctta tgtccttccc</w:t>
      </w:r>
    </w:p>
    <w:p w14:paraId="2FFD8A4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tcagtcagca cctcatggtg tagtcttctt gcatgtgact tatgtccctg cacaagaaaa</w:t>
      </w:r>
    </w:p>
    <w:p w14:paraId="2CAE5D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gaacttcaca actgctcctg ccatttgtca tgatggaaaa gcacactttc ctcgtgaagg</w:t>
      </w:r>
    </w:p>
    <w:p w14:paraId="3841CD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tgtctttgtt tcaaatggca cacactggtt tgtaacacaa aggaattttt atgaaccaca</w:t>
      </w:r>
    </w:p>
    <w:p w14:paraId="4F82D5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aatcattact acagacaaca catttgtgtc tggtaactgt gatgttgtaa taggaattgt</w:t>
      </w:r>
    </w:p>
    <w:p w14:paraId="694DF68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caacaacaca gtttatgatc ctttgcaacc tgaattagat tcattcaagg aggagttaga</w:t>
      </w:r>
    </w:p>
    <w:p w14:paraId="6EF71DC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taaatatttt aagaatcata catcaccaga tgttgattta ggtgacatct ctggcattaa</w:t>
      </w:r>
    </w:p>
    <w:p w14:paraId="193DACB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tgcttcagtt gtaaacattc aaaaagaaat tgaccgcctc aatgaggttg ccaagaattt</w:t>
      </w:r>
    </w:p>
    <w:p w14:paraId="6E16B6A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aaatgaatct ctcatcgatc tccaagaact tggaaagtat gagcagtata taaaatggcc</w:t>
      </w:r>
    </w:p>
    <w:p w14:paraId="786AE36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atggtacatt tggctaggtt ttatagctgg cttgattgcc atagtaatgg tgacaattat</w:t>
      </w:r>
    </w:p>
    <w:p w14:paraId="37A327F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gctttgctgt atgaccagtt gctgtagttg tctcaagggc tgttgttctt gtggatcctg</w:t>
      </w:r>
    </w:p>
    <w:p w14:paraId="0940C2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ctgcaaattt gatgaagacg actctgagcc agtgctcaaa ggagtcaaat tacattacac</w:t>
      </w:r>
    </w:p>
    <w:p w14:paraId="147B933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ataaacgaac ttatggattt gtttatgaga atcttcacaa ttggaactgt aactttgaag</w:t>
      </w:r>
    </w:p>
    <w:p w14:paraId="63CC8F6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caaggtgaaa tcaaggatgc tactccttca gattttgttc gcgctactgc aacgataccg</w:t>
      </w:r>
    </w:p>
    <w:p w14:paraId="39A6797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atacaagcct cactcccttt cggatggctt attgttggcg ttgcacttct tgctgttttt</w:t>
      </w:r>
    </w:p>
    <w:p w14:paraId="428EF7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cagagcgctt ccaaaatcat aactctcaaa aagagatggc aactagcact ctccaagggt</w:t>
      </w:r>
    </w:p>
    <w:p w14:paraId="01CC87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gttcactttg tttgcaactt gctgttgttg tttgtaacag tttactcaca ccttttgctc</w:t>
      </w:r>
    </w:p>
    <w:p w14:paraId="1E71EE8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gttgctgctg gccttgaagc cccttttctc tatctttatg ctttagtcta cttcttgcag</w:t>
      </w:r>
    </w:p>
    <w:p w14:paraId="13D9630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agtataaact ttgtaagaat aataatgagg ctttggcttt gctggaaatg ccgttccaaa</w:t>
      </w:r>
    </w:p>
    <w:p w14:paraId="15B9D3A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aacccattac tttatgatgc caactatttt ctttgctggc atactaattg ttacgactat</w:t>
      </w:r>
    </w:p>
    <w:p w14:paraId="14FA412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tgtatacctt acaatagtgt aacttcttca attgtcatta cttcaggtga tggcacaaca</w:t>
      </w:r>
    </w:p>
    <w:p w14:paraId="5FA3576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agtcctattt ctgaacatga ctaccagatt ggtggttata ctgaaaaatg ggaatctgga</w:t>
      </w:r>
    </w:p>
    <w:p w14:paraId="185DE90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gtaaaagact gtgttgtatt acacagttac ttcacttcag actattacca gctgtactca</w:t>
      </w:r>
    </w:p>
    <w:p w14:paraId="65C0C79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actcaattga gtacagacac tggtgttgaa catgttacct tcttcatcta caataaaatt</w:t>
      </w:r>
    </w:p>
    <w:p w14:paraId="2FB5F2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gttgatgagc ctgaagaaca tgtccaaatt cacacaatcg acggttcatc cggagttgtt</w:t>
      </w:r>
    </w:p>
    <w:p w14:paraId="7219828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aatccagtaa tggaaccaat ttatgatgaa ccgacgacga ctactagcgt gcctttgtaa</w:t>
      </w:r>
    </w:p>
    <w:p w14:paraId="57B0E2A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gcacaagctg atgagtacga acttatgtac tcattcgttt cggaagagat aggtacgtta</w:t>
      </w:r>
    </w:p>
    <w:p w14:paraId="37F5409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atagttaata gcgtacttct ttttcttgct ttcgtggtat tcttgctagt tacactagcc</w:t>
      </w:r>
    </w:p>
    <w:p w14:paraId="56BBEC1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atccttactg cgcttcgatt gtgtgcgtac tgctgcaata ttgttaacgt gagtcttgta</w:t>
      </w:r>
    </w:p>
    <w:p w14:paraId="025C5B1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aaaccttctt tttacgttta ctctcgtgtt aaaaatctga attcttctag agttcctgat</w:t>
      </w:r>
    </w:p>
    <w:p w14:paraId="2C20229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cttctggtct aaacgaacta aatattatat tagtttttct gtttggaact ttaattttag</w:t>
      </w:r>
    </w:p>
    <w:p w14:paraId="67DB66B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ccatggcagg ttccaacggt actattaccg ttgaagagct taaaaagctc cttgaagaat</w:t>
      </w:r>
    </w:p>
    <w:p w14:paraId="66FFD73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ggaacctagt aataggtttc ctattcctta catggatttg tcttctacaa tttgcctatg</w:t>
      </w:r>
    </w:p>
    <w:p w14:paraId="7FEF376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ccaacaggaa taggtttttg tatataatta agttaatttt cctctggctg ttatggccag</w:t>
      </w:r>
    </w:p>
    <w:p w14:paraId="172E85D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taactttaac ttgttttgtg cttgctgctg tttacagaat aaattggatc accggtggaa</w:t>
      </w:r>
    </w:p>
    <w:p w14:paraId="6ED1BEA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ttgctatcgc aatggcttgt cttgtaggct tgatgtggct cagctacttc attgcttctt</w:t>
      </w:r>
    </w:p>
    <w:p w14:paraId="7F8C114A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tcagactgtt tgcgcgtacg cgttccatgt ggtcattcaa tccagaaact aacattcttc</w:t>
      </w:r>
    </w:p>
    <w:p w14:paraId="3B80313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tcaacgtgcc actccatggc actattctga ccagaccgct tctagaaagt gaactcgtaa</w:t>
      </w:r>
    </w:p>
    <w:p w14:paraId="3FEC725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tcggagctgt gatccttcgt ggacatcttc gtattgctgg acaccatcta ggacgctgtg</w:t>
      </w:r>
    </w:p>
    <w:p w14:paraId="6CEAE392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acatcaagga cctgcctaaa gaaatcactg ttgctacatc acgaacgctt tcttattaca</w:t>
      </w:r>
    </w:p>
    <w:p w14:paraId="0A2936D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aattgggagc ttcgcagcgt gtagcaggtg actcaggttt tgctgcatac agtcgctaca</w:t>
      </w:r>
    </w:p>
    <w:p w14:paraId="6A290DF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ggattggcaa ctataaatta aacacagacc attccagtag cagtgacaat attgctttgc</w:t>
      </w:r>
    </w:p>
    <w:p w14:paraId="4409003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ttgtacagta agtgacaaca gatgtttcat ctcgttgact ttcaggttac tatagcagag</w:t>
      </w:r>
    </w:p>
    <w:p w14:paraId="2859144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atattactaa ttattatgcg gacttttaaa gtttccattt ggaatcttga ttacatcata</w:t>
      </w:r>
    </w:p>
    <w:p w14:paraId="7C6B64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aacctcataa ttaaaaattt atctaagtca ctaactgaga ataaatattc tcaattagat</w:t>
      </w:r>
    </w:p>
    <w:p w14:paraId="3F0C758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gaagagcaac caatggagat tgattaaacg aacatgaaaa ttattctttt cttggcactg</w:t>
      </w:r>
    </w:p>
    <w:p w14:paraId="5C04846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ataacactcg ctacttgtga gctttatcac taccaagagt gtgttagagg tacaacagta</w:t>
      </w:r>
    </w:p>
    <w:p w14:paraId="3457E8D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cttttaaaag aaccttgctc ttctggaaca tacgagggca attcaccatt tcatcctcta</w:t>
      </w:r>
    </w:p>
    <w:p w14:paraId="2B8B506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gctgataaca aatttgcact gacttgcttt agcactcaat ttgcttttgc ttgtcctgac</w:t>
      </w:r>
    </w:p>
    <w:p w14:paraId="1A9834E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ggcgtaaaac acgtctatca gttacgtgcc agatcagttt cacctaaact gttcatcaga</w:t>
      </w:r>
    </w:p>
    <w:p w14:paraId="5C32E95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caagaggaag ttcaagaact ttactctcca atttttctta ttgttgcggc aatagtgttt</w:t>
      </w:r>
    </w:p>
    <w:p w14:paraId="282FBEB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ataacacttt gcttcacact caaaagaaag acagaatgat tgaactttca ttaattgact</w:t>
      </w:r>
    </w:p>
    <w:p w14:paraId="4AB4978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tctatttgtg ctttttagcc tttctgttat tccttgtttt aattatgctt attatctttt</w:t>
      </w:r>
    </w:p>
    <w:p w14:paraId="0D26B59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ggttctcact tgaactgcaa gatcataatg aaacttgtca cgcctaaacg aacatgaaat</w:t>
      </w:r>
    </w:p>
    <w:p w14:paraId="21124D7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ttcttgtttt cttaggaatc atcacaactg tagctgcatt tcaccaagaa tgtagtttac</w:t>
      </w:r>
    </w:p>
    <w:p w14:paraId="563354C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agtcatgtac tcaacatcaa ccatatgtag ttgatgaccc gtgtcctatt cacttctatt</w:t>
      </w:r>
    </w:p>
    <w:p w14:paraId="0A48421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ctaaatggta tattagagta ggagctagaa aatcagcacc tttaattgaa ttgtgcgtgg</w:t>
      </w:r>
    </w:p>
    <w:p w14:paraId="111D3AF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atgaggctgg ttctaaatca cccattcagt acatcgatat cggtaattat acagtttcct</w:t>
      </w:r>
    </w:p>
    <w:p w14:paraId="296CB754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gtttaccttt tacaattaat tgccaggaac ctaaattggg tagtcttgta gtgcgttgtt</w:t>
      </w:r>
    </w:p>
    <w:p w14:paraId="4AC1ECE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cgttctatga agacttttta gagtatcatg acgttcgtgt tgttttagat ttcatctaaa</w:t>
      </w:r>
    </w:p>
    <w:p w14:paraId="0CAB3105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cgaacaaact taaatgtctg ataatggacc ccaaaatcag cgaaatgcac tccgcattac</w:t>
      </w:r>
    </w:p>
    <w:p w14:paraId="1E84360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gtttggtgga ccctcagatt caactggcag taaccagaat ggtggggcgc gatcaaaaca</w:t>
      </w:r>
    </w:p>
    <w:p w14:paraId="511980A3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acgtcggccc caaggtttac ccaataatac tgcgtcttgg ttcaccgctc tcactcaaca</w:t>
      </w:r>
    </w:p>
    <w:p w14:paraId="5A68BBBD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tggcaaggaa gaccttaaat tccctcgagg acaaggcgtt ccaattaaca ccaatagcag</w:t>
      </w:r>
    </w:p>
    <w:p w14:paraId="7EF7294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tccagatgac caaattggct actaccgaag agctaccaga cgaattcgtg gtggtgacgg</w:t>
      </w:r>
    </w:p>
    <w:p w14:paraId="6AF7B76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taaaatgaaa gatctcagtc caagatggta tttctactac ctaggaactg ggccagaagc</w:t>
      </w:r>
    </w:p>
    <w:p w14:paraId="3C42C06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tggacttccc tatggtgcta acaaagacgg catcatatgg gttgcaactg agggagcctt</w:t>
      </w:r>
    </w:p>
    <w:p w14:paraId="67DC2A3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gaatacacca aaagatcaca ttggcacccg caatcctgct aacaatgctg caatcgtgct</w:t>
      </w:r>
    </w:p>
    <w:p w14:paraId="044CC1C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acaacttcct caaggaacaa cattgccaaa aggcttctac gcagaaggga gcagaggcgg</w:t>
      </w:r>
    </w:p>
    <w:p w14:paraId="0FB18B97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cagtcaagcc tcttctcgtt cctcatcacg tagtcgcaac agttcaagaa attcaactcc</w:t>
      </w:r>
    </w:p>
    <w:p w14:paraId="2944D31C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aggcagcagt aaacgaactt ctcctgctag aatggctggc aatggcggtg atgctgctct</w:t>
      </w:r>
    </w:p>
    <w:p w14:paraId="506395F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tgctttgctg ctgcttgaca gattgaacca gcttgagagc aaaatgtctg gtaaaggcca</w:t>
      </w:r>
    </w:p>
    <w:p w14:paraId="177BFDF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acaacaacaa ggccaaactg tcactaagaa atctgctgct gaggcttcta agaagcctcg</w:t>
      </w:r>
    </w:p>
    <w:p w14:paraId="0AC9D3A8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gcaaaaacgt actgccacta aagcatacaa tgtaacacaa gctttcggca gacgtggtcc</w:t>
      </w:r>
    </w:p>
    <w:p w14:paraId="7BC983FB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agaacaaacc caaggaaatt ttggggacca ggaactaatc agacaaggaa ctgattacaa</w:t>
      </w:r>
    </w:p>
    <w:p w14:paraId="7CD93DF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acattggccg caaattgcac aatttgcccc cagcgcttca gcgttcttcg gaatgtcgcg</w:t>
      </w:r>
    </w:p>
    <w:p w14:paraId="352B7B2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cattggcatg gaagtcacac cttcgggaac gtggttgacc tacacaggtg ccatcaaatt</w:t>
      </w:r>
    </w:p>
    <w:p w14:paraId="6020978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ggatgacaaa gatccaaatt tcaaagatca agtcattttg ctgaataagc atattgacgc</w:t>
      </w:r>
    </w:p>
    <w:p w14:paraId="5D62FD3F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atacaaaaca ttcccaccaa cagagcctaa aaaggacaaa aagaagaagg ctgatgaaac</w:t>
      </w:r>
    </w:p>
    <w:p w14:paraId="399A51D9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tcaagcctta ccgcagagac agaagaaaca gcaaactgtg actcttcttc ctgctgcaga</w:t>
      </w:r>
    </w:p>
    <w:p w14:paraId="7042C440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tttggatgat ttctccaaac aattgcaaca atccatgagc agtgctgact caactcaggc</w:t>
      </w:r>
    </w:p>
    <w:p w14:paraId="4C6FC3F6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ctaaactcat gcagaccaca caaggcagat gggctatata aacgttttcg cttttccgtt</w:t>
      </w:r>
    </w:p>
    <w:p w14:paraId="76BD7FD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tacgatatat agtctactct tgtgcagaat gaattctcgt aactacatag cacaagtaga</w:t>
      </w:r>
    </w:p>
    <w:p w14:paraId="5EDD71C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tgtagttaac tttaatctca catagcaatc tttaatcagt gtgtaacatt agggaggact</w:t>
      </w:r>
    </w:p>
    <w:p w14:paraId="7061EAA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tgaaagagcc accacatttt caccgaggcc acgcggagta cgatcgagtg tacagtgaac</w:t>
      </w:r>
    </w:p>
    <w:p w14:paraId="77730371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aatgctaggg agagctgcct atatggaaga gccctaatgt gtaaaatta</w:t>
      </w:r>
    </w:p>
    <w:p w14:paraId="1258080E" w14:textId="77777777" w:rsidR="00D05819" w:rsidRPr="00D05819" w:rsidRDefault="00D05819" w:rsidP="00D058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581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628D2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1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05819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D855E6"/>
  <w15:chartTrackingRefBased/>
  <w15:docId w15:val="{C2AF8E67-3E05-B846-9B74-D862C835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3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95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3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02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10725</Words>
  <Characters>61134</Characters>
  <Application>Microsoft Office Word</Application>
  <DocSecurity>0</DocSecurity>
  <Lines>509</Lines>
  <Paragraphs>143</Paragraphs>
  <ScaleCrop>false</ScaleCrop>
  <Company/>
  <LinksUpToDate>false</LinksUpToDate>
  <CharactersWithSpaces>71716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2023-02-03T12:20:00Z</dcterms:created>
  <dcterms:modified xsi:type="dcterms:W3CDTF">2023-02-03T12:20:00Z</dcterms:modified>
</cp:coreProperties>
</file>